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058644D6" w:rsidR="00F422D3" w:rsidRDefault="00F422D3" w:rsidP="00B42F40">
      <w:pPr>
        <w:pStyle w:val="Titul2"/>
      </w:pPr>
      <w:r>
        <w:t>Název zakázky: „</w:t>
      </w:r>
      <w:r w:rsidR="004D5F36">
        <w:t>Mulčovací cepová sekačka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4D5F36">
        <w:t xml:space="preserve">pověření č. </w:t>
      </w:r>
      <w:r w:rsidR="0010127F" w:rsidRPr="004D5F36">
        <w:t>3146</w:t>
      </w:r>
      <w:r w:rsidRPr="004D5F36">
        <w:t xml:space="preserve"> ze dne </w:t>
      </w:r>
      <w:r w:rsidR="0010127F" w:rsidRPr="004D5F36">
        <w:t>15</w:t>
      </w:r>
      <w:r w:rsidRPr="004D5F36">
        <w:t xml:space="preserve">. </w:t>
      </w:r>
      <w:r w:rsidR="0010127F" w:rsidRPr="004D5F36">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78445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5FB637B1"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Pr="00611DEA">
        <w:rPr>
          <w:b/>
          <w:highlight w:val="lightGray"/>
        </w:rPr>
        <w:t xml:space="preserve">"[VLOŽÍ </w:t>
      </w:r>
      <w:r>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4B147512"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452E81"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4A6CC854"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4D5F36">
        <w:rPr>
          <w:b/>
          <w:color w:val="000000"/>
        </w:rPr>
        <w:t>Mulčovací cepová sekačka</w:t>
      </w:r>
      <w:r w:rsidRPr="00F73272">
        <w:rPr>
          <w:lang w:eastAsia="cs-CZ"/>
        </w:rPr>
        <w:t xml:space="preserve">“, ev. č. veřejné zakázky zadavatele: </w:t>
      </w:r>
      <w:r w:rsidRPr="004D5F36">
        <w:rPr>
          <w:b/>
          <w:lang w:eastAsia="cs-CZ"/>
        </w:rPr>
        <w:t>635</w:t>
      </w:r>
      <w:r w:rsidR="004D5F36" w:rsidRPr="004D5F36">
        <w:rPr>
          <w:b/>
          <w:lang w:eastAsia="cs-CZ"/>
        </w:rPr>
        <w:t>24076</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6ADC0030" w:rsidR="00F24489" w:rsidRPr="00F97DBD" w:rsidRDefault="00615D83" w:rsidP="00F24489">
      <w:pPr>
        <w:pStyle w:val="Text1-1"/>
      </w:pPr>
      <w:r>
        <w:t>Předmětem koupě je</w:t>
      </w:r>
      <w:r w:rsidR="004D5F36">
        <w:t xml:space="preserve"> 1 ks mulčovací cepové sekačky s pohonem 4x4 bez sběrného koše pro </w:t>
      </w:r>
      <w:r w:rsidR="00452E81">
        <w:t xml:space="preserve">účely zajištění </w:t>
      </w:r>
      <w:r w:rsidR="004D5F36">
        <w:t>údržb</w:t>
      </w:r>
      <w:r w:rsidR="00452E81">
        <w:t>y</w:t>
      </w:r>
      <w:r w:rsidR="004D5F36">
        <w:t xml:space="preserve"> železniční dopravní infrastruktury</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4FB1CAE" w14:textId="15002AAD" w:rsidR="00FB565A" w:rsidRPr="00237223" w:rsidRDefault="00811B8F" w:rsidP="00FB565A">
      <w:pPr>
        <w:pStyle w:val="Text1-2"/>
      </w:pPr>
      <w:r w:rsidRPr="00237223">
        <w:rPr>
          <w:lang w:eastAsia="cs-CZ"/>
        </w:rPr>
        <w:t xml:space="preserve">zaškolení </w:t>
      </w:r>
      <w:r w:rsidR="00452E81" w:rsidRPr="00121A98">
        <w:rPr>
          <w:lang w:eastAsia="cs-CZ"/>
        </w:rPr>
        <w:t>obsluhy</w:t>
      </w:r>
      <w:r w:rsidR="00452E81">
        <w:rPr>
          <w:lang w:eastAsia="cs-CZ"/>
        </w:rPr>
        <w:t xml:space="preserve"> </w:t>
      </w:r>
      <w:r w:rsidR="00452E81" w:rsidRPr="0022163E">
        <w:rPr>
          <w:lang w:eastAsia="cs-CZ"/>
        </w:rPr>
        <w:t>pro bezpečnou obsluhu a údržbu Předmětu koupě</w:t>
      </w:r>
      <w:r w:rsidRPr="00237223">
        <w:rPr>
          <w:lang w:eastAsia="cs-CZ"/>
        </w:rPr>
        <w:t>.</w:t>
      </w:r>
    </w:p>
    <w:p w14:paraId="6937ABB3" w14:textId="4271DE6D" w:rsidR="00FB565A" w:rsidRPr="00237223" w:rsidRDefault="00811B8F" w:rsidP="00FB565A">
      <w:pPr>
        <w:pStyle w:val="Text1-2"/>
      </w:pPr>
      <w:r w:rsidRPr="00237223">
        <w:rPr>
          <w:lang w:eastAsia="cs-CZ"/>
        </w:rPr>
        <w:t xml:space="preserve">vyhotovení </w:t>
      </w:r>
      <w:r w:rsidR="00452E81">
        <w:rPr>
          <w:lang w:eastAsia="cs-CZ"/>
        </w:rPr>
        <w:t xml:space="preserve">a předání </w:t>
      </w:r>
      <w:r w:rsidRPr="00237223">
        <w:rPr>
          <w:lang w:eastAsia="cs-CZ"/>
        </w:rPr>
        <w:t xml:space="preserve">příslušných </w:t>
      </w:r>
      <w:r w:rsidR="00452E81">
        <w:rPr>
          <w:lang w:eastAsia="cs-CZ"/>
        </w:rPr>
        <w:t>D</w:t>
      </w:r>
      <w:r w:rsidR="00452E81" w:rsidRPr="00237223">
        <w:rPr>
          <w:lang w:eastAsia="cs-CZ"/>
        </w:rPr>
        <w:t>okladů</w:t>
      </w:r>
      <w:r w:rsidR="00452E81">
        <w:rPr>
          <w:lang w:eastAsia="cs-CZ"/>
        </w:rPr>
        <w:t>.</w:t>
      </w:r>
    </w:p>
    <w:p w14:paraId="04CBC914" w14:textId="256EE28D" w:rsidR="00106B57" w:rsidRDefault="00811B8F" w:rsidP="00106B57">
      <w:pPr>
        <w:pStyle w:val="Text1-2"/>
      </w:pPr>
      <w:r w:rsidRPr="00237223">
        <w:rPr>
          <w:lang w:eastAsia="cs-CZ"/>
        </w:rPr>
        <w:t>doprava Předmětu koupě do Místa plnění</w:t>
      </w:r>
      <w:r w:rsidR="00452E81">
        <w:rPr>
          <w:lang w:eastAsia="cs-CZ"/>
        </w:rPr>
        <w:t>.</w:t>
      </w:r>
    </w:p>
    <w:p w14:paraId="22ABC926" w14:textId="47B66E48" w:rsidR="00201932" w:rsidRPr="00237223" w:rsidRDefault="00616D12" w:rsidP="00106B57">
      <w:pPr>
        <w:pStyle w:val="Text1-2"/>
      </w:pPr>
      <w:r>
        <w:rPr>
          <w:lang w:eastAsia="cs-CZ"/>
        </w:rPr>
        <w:t>p</w:t>
      </w:r>
      <w:r w:rsidR="00201932">
        <w:rPr>
          <w:lang w:eastAsia="cs-CZ"/>
        </w:rPr>
        <w:t>rovedení servisních úkonů v rozsahu čl. 6, odst. 6.4 této Smlouvy.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6EECA064" w:rsidR="00454369" w:rsidRPr="00811B8F" w:rsidRDefault="00811B8F" w:rsidP="00FB565A">
      <w:pPr>
        <w:pStyle w:val="Text1-1"/>
        <w:rPr>
          <w:lang w:eastAsia="cs-CZ"/>
        </w:rPr>
      </w:pPr>
      <w:r w:rsidRPr="00811B8F">
        <w:rPr>
          <w:lang w:eastAsia="cs-CZ"/>
        </w:rPr>
        <w:t>Neobsazeno</w:t>
      </w:r>
      <w:r w:rsidR="00454369" w:rsidRPr="00811B8F">
        <w:t>.</w:t>
      </w:r>
    </w:p>
    <w:p w14:paraId="1AD37E7C" w14:textId="6BF396D0" w:rsidR="00454369" w:rsidRPr="00811B8F" w:rsidRDefault="00FB565A" w:rsidP="00FB565A">
      <w:pPr>
        <w:pStyle w:val="Text1-1"/>
        <w:rPr>
          <w:lang w:eastAsia="cs-CZ"/>
        </w:rPr>
      </w:pPr>
      <w:r w:rsidRPr="00811B8F">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811B8F">
        <w:rPr>
          <w:lang w:eastAsia="cs-CZ"/>
        </w:rPr>
        <w:t>3</w:t>
      </w:r>
      <w:r w:rsidRPr="00811B8F">
        <w:rPr>
          <w:lang w:eastAsia="cs-CZ"/>
        </w:rPr>
        <w:t xml:space="preserve">, odst. </w:t>
      </w:r>
      <w:r w:rsidR="00F34FAC" w:rsidRPr="00811B8F">
        <w:rPr>
          <w:lang w:eastAsia="cs-CZ"/>
        </w:rPr>
        <w:t>3</w:t>
      </w:r>
      <w:r w:rsidRPr="00811B8F">
        <w:rPr>
          <w:lang w:eastAsia="cs-CZ"/>
        </w:rPr>
        <w:t xml:space="preserve">.1 této Smlouvy. Předání a převzetí Předmětu koupě bude stvrzeno oběma Smluvními stranami podpisem Předávacího protokolu (dodacího listu). </w:t>
      </w:r>
    </w:p>
    <w:p w14:paraId="35CD592B" w14:textId="2318CECA" w:rsidR="00FB565A" w:rsidRPr="00811B8F" w:rsidRDefault="00811B8F" w:rsidP="00FB565A">
      <w:pPr>
        <w:pStyle w:val="Text1-1"/>
        <w:rPr>
          <w:lang w:eastAsia="cs-CZ"/>
        </w:rPr>
      </w:pPr>
      <w:r w:rsidRPr="00811B8F">
        <w:rPr>
          <w:lang w:eastAsia="cs-CZ"/>
        </w:rPr>
        <w:t>Neobsazeno</w:t>
      </w:r>
      <w:r w:rsidR="00452E81">
        <w:rPr>
          <w:lang w:eastAsia="cs-CZ"/>
        </w:rPr>
        <w:t>.</w:t>
      </w:r>
      <w:r w:rsidR="00454369" w:rsidRPr="00811B8F">
        <w:rPr>
          <w:lang w:eastAsia="cs-CZ"/>
        </w:rPr>
        <w:t xml:space="preserve"> </w:t>
      </w:r>
    </w:p>
    <w:p w14:paraId="0C557603" w14:textId="1491BA46" w:rsidR="00FB565A" w:rsidRPr="00F4008F" w:rsidRDefault="00FB565A" w:rsidP="00FB565A">
      <w:pPr>
        <w:pStyle w:val="Text1-1"/>
        <w:rPr>
          <w:lang w:eastAsia="cs-CZ"/>
        </w:rPr>
      </w:pPr>
      <w:r w:rsidRPr="00811B8F">
        <w:rPr>
          <w:lang w:eastAsia="cs-CZ"/>
        </w:rPr>
        <w:t xml:space="preserve">Kupní cena bude Kupujícím uhrazena na základě </w:t>
      </w:r>
      <w:r w:rsidR="00106B57" w:rsidRPr="00811B8F">
        <w:rPr>
          <w:lang w:eastAsia="cs-CZ"/>
        </w:rPr>
        <w:t>Výzvy k úhradě (</w:t>
      </w:r>
      <w:r w:rsidRPr="00811B8F">
        <w:rPr>
          <w:lang w:eastAsia="cs-CZ"/>
        </w:rPr>
        <w:t xml:space="preserve">daňového </w:t>
      </w:r>
      <w:r w:rsidR="00452E81" w:rsidRPr="00811B8F">
        <w:rPr>
          <w:lang w:eastAsia="cs-CZ"/>
        </w:rPr>
        <w:t>dokladu – faktury</w:t>
      </w:r>
      <w:r w:rsidRPr="00811B8F">
        <w:rPr>
          <w:lang w:eastAsia="cs-CZ"/>
        </w:rPr>
        <w:t>) vystavené Prodávajícím 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w:t>
      </w:r>
      <w:r w:rsidRPr="00DA78CD">
        <w:lastRenderedPageBreak/>
        <w:t xml:space="preserve">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124BFE03" w:rsidR="00454369" w:rsidRDefault="00F24489" w:rsidP="00F24489">
      <w:pPr>
        <w:pStyle w:val="Text1-1"/>
      </w:pPr>
      <w:r w:rsidRPr="00F97DBD">
        <w:t xml:space="preserve">Místo </w:t>
      </w:r>
      <w:r w:rsidR="00454369">
        <w:t xml:space="preserve">dodání je: </w:t>
      </w:r>
      <w:r w:rsidR="004C3164">
        <w:t>Správa železnic, státní organizace, Oblastní ředitelství Ostrava, MES Olomouc, Pavlovičky 126, 779 00 Olomouc</w:t>
      </w:r>
      <w:r w:rsidR="00452E81">
        <w:t>.</w:t>
      </w:r>
    </w:p>
    <w:p w14:paraId="2AAB0962" w14:textId="35A3D8B6" w:rsidR="00F24489" w:rsidRDefault="00454369" w:rsidP="00F24489">
      <w:pPr>
        <w:pStyle w:val="Text1-1"/>
      </w:pPr>
      <w:r>
        <w:t xml:space="preserve">Předmět koupě bude dodán v termínu: nejpozději do </w:t>
      </w:r>
      <w:r w:rsidR="004C3164">
        <w:rPr>
          <w:b/>
          <w:bCs/>
        </w:rPr>
        <w:t>3</w:t>
      </w:r>
      <w:r w:rsidR="00452E81">
        <w:rPr>
          <w:b/>
          <w:bCs/>
        </w:rPr>
        <w:t>0</w:t>
      </w:r>
      <w:r w:rsidR="004C3164">
        <w:rPr>
          <w:b/>
          <w:bCs/>
        </w:rPr>
        <w:t xml:space="preserve">. </w:t>
      </w:r>
      <w:r w:rsidR="00237223">
        <w:rPr>
          <w:b/>
          <w:bCs/>
        </w:rPr>
        <w:t>8</w:t>
      </w:r>
      <w:r w:rsidR="004C3164">
        <w:rPr>
          <w:b/>
          <w:bCs/>
        </w:rPr>
        <w:t>. 2024</w:t>
      </w:r>
      <w:r w:rsidR="00452E81">
        <w:rPr>
          <w:b/>
          <w:bCs/>
        </w:rPr>
        <w:t>.</w:t>
      </w:r>
    </w:p>
    <w:p w14:paraId="355BFEBF" w14:textId="6E40E532" w:rsidR="00454369" w:rsidRDefault="00454369" w:rsidP="00F24489">
      <w:pPr>
        <w:pStyle w:val="Text1-1"/>
      </w:pPr>
      <w:r>
        <w:rPr>
          <w:rFonts w:eastAsia="Times New Roman" w:cs="Times New Roman"/>
          <w:lang w:eastAsia="cs-CZ"/>
        </w:rPr>
        <w:t xml:space="preserve">Prodávající se zavazuje avizovat dodávku Předmětu koupě </w:t>
      </w:r>
      <w:r w:rsidRPr="004C3164">
        <w:rPr>
          <w:rFonts w:eastAsia="Times New Roman" w:cs="Times New Roman"/>
          <w:lang w:eastAsia="cs-CZ"/>
        </w:rPr>
        <w:t xml:space="preserve">nejpozději </w:t>
      </w:r>
      <w:r w:rsidR="004C3164" w:rsidRPr="004C3164">
        <w:rPr>
          <w:rFonts w:eastAsia="Times New Roman" w:cs="Times New Roman"/>
          <w:lang w:eastAsia="cs-CZ"/>
        </w:rPr>
        <w:t>2</w:t>
      </w:r>
      <w:r w:rsidRPr="004C3164">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E7775B" w:rsidRDefault="00454369" w:rsidP="00F34FAC">
      <w:pPr>
        <w:pStyle w:val="Text1-1"/>
      </w:pPr>
      <w:r w:rsidRPr="00E7775B">
        <w:t>Kupující nevyžaduje pojištění</w:t>
      </w:r>
      <w:r w:rsidR="00FB1BA8" w:rsidRPr="00E7775B">
        <w:t>.</w:t>
      </w:r>
    </w:p>
    <w:p w14:paraId="3F7FE46F" w14:textId="77777777" w:rsidR="00F34FAC" w:rsidRPr="00E7775B" w:rsidRDefault="00454369" w:rsidP="00F34FAC">
      <w:pPr>
        <w:pStyle w:val="Text1-1"/>
      </w:pPr>
      <w:r w:rsidRPr="00E7775B">
        <w:t xml:space="preserve">Kupující nevyžaduje speciální balení. </w:t>
      </w:r>
    </w:p>
    <w:p w14:paraId="4F5C9EAA" w14:textId="15895E46" w:rsidR="00F34FAC" w:rsidRPr="004C3164" w:rsidRDefault="00A53FCB" w:rsidP="00F34FAC">
      <w:pPr>
        <w:pStyle w:val="Text1-1"/>
      </w:pPr>
      <w:bookmarkStart w:id="0" w:name="_Hlk161322717"/>
      <w:r w:rsidRPr="004C3164">
        <w:t>Vratný obalový materiál tvoří</w:t>
      </w:r>
      <w:bookmarkEnd w:id="0"/>
      <w:r w:rsidR="004C3164" w:rsidRPr="004C3164">
        <w:t>: bez vratného materiálu</w:t>
      </w:r>
    </w:p>
    <w:p w14:paraId="41B996A5" w14:textId="4CFF76AF" w:rsidR="00A53FCB" w:rsidRPr="004C3164" w:rsidRDefault="00A53FCB" w:rsidP="005511D6">
      <w:pPr>
        <w:pStyle w:val="Text1-1"/>
      </w:pPr>
      <w:r w:rsidRPr="004C3164">
        <w:t>Kupující vyžaduje</w:t>
      </w:r>
      <w:r w:rsidR="004C3164" w:rsidRPr="004C3164">
        <w:t xml:space="preserve"> </w:t>
      </w:r>
      <w:r w:rsidRPr="004C3164">
        <w:t>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3FDEDAA3" w14:textId="1DEBD9BD" w:rsidR="00452E81" w:rsidRDefault="00A53FCB" w:rsidP="00A53FCB">
      <w:pPr>
        <w:pStyle w:val="Text1-2"/>
      </w:pPr>
      <w:r>
        <w:t>Dodací list</w:t>
      </w:r>
      <w:r w:rsidR="00452E81">
        <w:t>.</w:t>
      </w:r>
      <w:r w:rsidR="004C3164">
        <w:t xml:space="preserve"> </w:t>
      </w:r>
    </w:p>
    <w:p w14:paraId="458B43FA" w14:textId="179C7524" w:rsidR="00A53FCB" w:rsidRDefault="00452E81" w:rsidP="00A53FCB">
      <w:pPr>
        <w:pStyle w:val="Text1-2"/>
      </w:pPr>
      <w:r>
        <w:t>Z</w:t>
      </w:r>
      <w:r w:rsidR="004C3164">
        <w:t>áruční list</w:t>
      </w:r>
      <w:r>
        <w:t>.</w:t>
      </w:r>
    </w:p>
    <w:p w14:paraId="30308DDA" w14:textId="17418C27" w:rsidR="00A53FCB" w:rsidRPr="00E7775B" w:rsidRDefault="004C3164" w:rsidP="00A53FCB">
      <w:pPr>
        <w:pStyle w:val="Text1-2"/>
      </w:pPr>
      <w:r w:rsidRPr="00E7775B">
        <w:t>Prohlášení o shodě dodaného výrobku</w:t>
      </w:r>
      <w:r w:rsidR="00452E81">
        <w:t xml:space="preserve"> (Předmětu koupě).</w:t>
      </w:r>
    </w:p>
    <w:p w14:paraId="54FECE25" w14:textId="6846967B" w:rsidR="00A53FCB" w:rsidRPr="00E7775B" w:rsidRDefault="004C3164" w:rsidP="00A53FCB">
      <w:pPr>
        <w:pStyle w:val="Text1-2"/>
      </w:pPr>
      <w:r w:rsidRPr="00E7775B">
        <w:t>Návod k použití, údržbě a obsluze</w:t>
      </w:r>
      <w:r w:rsidR="00616D12">
        <w:t xml:space="preserve"> v CZ jazyce</w:t>
      </w:r>
      <w:r w:rsidR="00452E81">
        <w:t>.</w:t>
      </w:r>
      <w:r w:rsidRPr="00E7775B">
        <w:t xml:space="preserve"> </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Default="00A53FCB" w:rsidP="00A771A6">
      <w:pPr>
        <w:pStyle w:val="Text1-1"/>
      </w:pPr>
      <w:r w:rsidRPr="00E7775B">
        <w:t xml:space="preserve">Záruční doba činí </w:t>
      </w:r>
      <w:r w:rsidRPr="00E7775B">
        <w:rPr>
          <w:b/>
          <w:bCs/>
        </w:rPr>
        <w:t>24</w:t>
      </w:r>
      <w:r w:rsidRPr="00E7775B">
        <w:t xml:space="preserve"> měsíců</w:t>
      </w:r>
      <w:r w:rsidRPr="00A53FCB">
        <w:t>.</w:t>
      </w:r>
    </w:p>
    <w:p w14:paraId="3B501842" w14:textId="7707D38F" w:rsidR="00A771A6" w:rsidRPr="00E7775B" w:rsidRDefault="00A771A6" w:rsidP="00A771A6">
      <w:pPr>
        <w:pStyle w:val="Text1-1"/>
      </w:pPr>
      <w:bookmarkStart w:id="1" w:name="_Hlk161322988"/>
      <w:r w:rsidRPr="00E7775B">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w:t>
      </w:r>
      <w:r w:rsidR="00452E81">
        <w:t>M</w:t>
      </w:r>
      <w:r w:rsidR="00452E81" w:rsidRPr="00E7775B">
        <w:t xml:space="preserve">ísta </w:t>
      </w:r>
      <w:r w:rsidRPr="00E7775B">
        <w:t xml:space="preserve">opravy a následně zpět do Místa dodání a uhradí veškeré oprávněné náklady s touto přepravou spojené. </w:t>
      </w:r>
    </w:p>
    <w:p w14:paraId="58CC51A6" w14:textId="543141B0" w:rsidR="00A771A6" w:rsidRDefault="00A771A6" w:rsidP="00A771A6">
      <w:pPr>
        <w:pStyle w:val="Text1-1"/>
      </w:pPr>
      <w:r w:rsidRPr="00E7775B">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E7775B">
        <w:t>.</w:t>
      </w:r>
    </w:p>
    <w:p w14:paraId="776C1056" w14:textId="67397BBE" w:rsidR="00551EFD" w:rsidRDefault="00551EFD" w:rsidP="00551EFD">
      <w:pPr>
        <w:pStyle w:val="Text1-1"/>
      </w:pPr>
      <w:r>
        <w:rPr>
          <w:rFonts w:eastAsia="Times New Roman" w:cs="Times New Roman"/>
          <w:lang w:eastAsia="cs-CZ"/>
        </w:rPr>
        <w:t xml:space="preserve">Prodávající se zavazuje </w:t>
      </w:r>
      <w:r>
        <w:t>poskytnout Kupujícímu po celou záruční dobu předepsané servisní úkony dle instrukcí výrobce uvedených v servisní knížce, návodu k použití nebo jiném technickém podkladu, a to v Místě plnění a v časových intervalech předepsaných výrobcem Předmětu koupě. Servis zahrnuje výměny provozních kapalin a filtrů</w:t>
      </w:r>
      <w:r w:rsidR="00201932">
        <w:t xml:space="preserve"> (</w:t>
      </w:r>
      <w:r>
        <w:t xml:space="preserve">olejových náplní motoru včetně filtrů, olejových náplní hydraulických </w:t>
      </w:r>
      <w:r>
        <w:lastRenderedPageBreak/>
        <w:t>systémů a okruhů včetně jejich filtrů, výměny náplní převodovek, rozvodovek a diferenciálů a ostatních provozních kapalin (vyjma PHM)</w:t>
      </w:r>
      <w:r w:rsidR="00201932">
        <w:t>)</w:t>
      </w:r>
      <w:r>
        <w:t xml:space="preserve">, výměny filtrů vzduchových </w:t>
      </w:r>
      <w:r w:rsidRPr="00D14445">
        <w:t xml:space="preserve">a likvidaci odpadu v souladu se zákonem </w:t>
      </w:r>
      <w:r>
        <w:t>541</w:t>
      </w:r>
      <w:r w:rsidRPr="00D14445">
        <w:t>/20</w:t>
      </w:r>
      <w:r>
        <w:t>20</w:t>
      </w:r>
      <w:r w:rsidRPr="00D14445">
        <w:t xml:space="preserve"> Sb.</w:t>
      </w:r>
      <w:r>
        <w:t xml:space="preserve">, o odpadech, ve znění pozdějších předpisů, seřízení pracovních částí Předmětu koupě zaručujících bezpečnost obsluhy Předmětu koupě, přičemž </w:t>
      </w:r>
      <w:r>
        <w:rPr>
          <w:rFonts w:eastAsia="Times New Roman" w:cs="Times New Roman"/>
          <w:lang w:eastAsia="cs-CZ"/>
        </w:rPr>
        <w:t xml:space="preserve">veškeré náklady s tímto spojené nese Prodávající. </w:t>
      </w:r>
      <w:r>
        <w:t>Požadavek se nevztahuje na části podléhající běžnému opotřebení, vnějších pryžových částí, běžné údržby, doplňování PHM, nádrže AD-Blue, nebo údržby filtru pevných částic.</w:t>
      </w:r>
    </w:p>
    <w:p w14:paraId="0F4A9670" w14:textId="3C98E57F" w:rsidR="00551EFD" w:rsidRDefault="00551EFD" w:rsidP="00551EFD">
      <w:pPr>
        <w:pStyle w:val="Text1-1"/>
      </w:pPr>
      <w:r w:rsidRPr="00731A4E">
        <w:t>Pro případ řešení ostatních závad a servisních úkonů nevyjmenovaných v čl. 6, odst. 6.</w:t>
      </w:r>
      <w:r>
        <w:t>2-6.4</w:t>
      </w:r>
      <w:r w:rsidRPr="00731A4E">
        <w:t xml:space="preserve"> 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w:t>
      </w:r>
      <w:r w:rsidRPr="008553C7">
        <w:t xml:space="preserve">vzdálenosti 100 km od </w:t>
      </w:r>
      <w:r w:rsidR="00CC3DF0">
        <w:t>M</w:t>
      </w:r>
      <w:r w:rsidRPr="008553C7">
        <w:t xml:space="preserve">ísta </w:t>
      </w:r>
      <w:r w:rsidR="00CC3DF0">
        <w:t>plnění</w:t>
      </w:r>
      <w:r w:rsidRPr="008553C7">
        <w:t xml:space="preserve"> dle bodu 3.1 této Smlouvy</w:t>
      </w:r>
      <w:r>
        <w:t>, tj. v</w:t>
      </w:r>
      <w:r w:rsidR="00CC3DF0">
        <w:t> Místě opravy</w:t>
      </w:r>
      <w:r>
        <w:t xml:space="preserve"> dle čl. 7, odst. 7.6 této Smlouvy. </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732C577A" w:rsidR="007C34D3" w:rsidRPr="00E7775B"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w:t>
      </w:r>
      <w:r w:rsidRPr="00E7775B">
        <w:rPr>
          <w:rFonts w:eastAsia="Times New Roman" w:cs="Times New Roman"/>
          <w:lang w:eastAsia="cs-CZ"/>
        </w:rPr>
        <w:t xml:space="preserve">ho: </w:t>
      </w:r>
      <w:bookmarkStart w:id="2" w:name="_Hlk141698837"/>
      <w:r w:rsidRPr="00E7775B">
        <w:rPr>
          <w:rFonts w:eastAsia="Times New Roman" w:cs="Times New Roman"/>
          <w:lang w:eastAsia="cs-CZ"/>
        </w:rPr>
        <w:tab/>
      </w:r>
      <w:r w:rsidR="00E7775B" w:rsidRPr="00E7775B">
        <w:t>Jiří Kneifel</w:t>
      </w:r>
      <w:r w:rsidRPr="00E7775B">
        <w:rPr>
          <w:rFonts w:eastAsia="Times New Roman" w:cs="Times New Roman"/>
          <w:lang w:eastAsia="cs-CZ"/>
        </w:rPr>
        <w:t xml:space="preserve"> </w:t>
      </w:r>
      <w:bookmarkEnd w:id="2"/>
    </w:p>
    <w:p w14:paraId="32A6E452" w14:textId="363D1E0F" w:rsidR="007C34D3" w:rsidRDefault="007C34D3" w:rsidP="007C34D3">
      <w:pPr>
        <w:spacing w:after="80" w:line="276" w:lineRule="auto"/>
        <w:ind w:left="1701" w:firstLine="709"/>
        <w:jc w:val="both"/>
        <w:rPr>
          <w:rStyle w:val="Hypertextovodkaz"/>
          <w:rFonts w:eastAsia="Times New Roman" w:cs="Times New Roman"/>
          <w:lang w:eastAsia="cs-CZ"/>
        </w:rPr>
      </w:pPr>
      <w:r w:rsidRPr="00E7775B">
        <w:rPr>
          <w:rFonts w:eastAsia="Times New Roman" w:cs="Times New Roman"/>
          <w:lang w:eastAsia="cs-CZ"/>
        </w:rPr>
        <w:t xml:space="preserve">tel. </w:t>
      </w:r>
      <w:r w:rsidRPr="00E7775B">
        <w:t>+420</w:t>
      </w:r>
      <w:r w:rsidR="00E7775B" w:rsidRPr="00E7775B">
        <w:t> 702 017 659</w:t>
      </w:r>
      <w:r w:rsidRPr="00E7775B">
        <w:rPr>
          <w:rFonts w:eastAsia="Times New Roman" w:cs="Times New Roman"/>
          <w:lang w:eastAsia="cs-CZ"/>
        </w:rPr>
        <w:t>, email:</w:t>
      </w:r>
      <w:r w:rsidR="00E7775B">
        <w:rPr>
          <w:rFonts w:eastAsia="Times New Roman" w:cs="Times New Roman"/>
          <w:lang w:eastAsia="cs-CZ"/>
        </w:rPr>
        <w:t xml:space="preserve"> </w:t>
      </w:r>
      <w:hyperlink r:id="rId13" w:history="1">
        <w:r w:rsidR="00E7775B" w:rsidRPr="00892DC1">
          <w:rPr>
            <w:rStyle w:val="Hypertextovodkaz"/>
            <w:rFonts w:eastAsia="Times New Roman" w:cs="Times New Roman"/>
            <w:noProof w:val="0"/>
            <w:lang w:eastAsia="cs-CZ"/>
          </w:rPr>
          <w:t>Kneifel@spravazeleznic.cz</w:t>
        </w:r>
      </w:hyperlink>
      <w:r w:rsidR="00E7775B">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75F7E069"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bodu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0CA89481" w14:textId="77777777" w:rsidR="00452E81" w:rsidRPr="00121A98" w:rsidRDefault="00452E81" w:rsidP="00452E81">
      <w:pPr>
        <w:pStyle w:val="Text1-1"/>
        <w:numPr>
          <w:ilvl w:val="1"/>
          <w:numId w:val="5"/>
        </w:numPr>
        <w:rPr>
          <w:lang w:eastAsia="cs-CZ"/>
        </w:rPr>
      </w:pPr>
      <w:r w:rsidRPr="00121A98">
        <w:rPr>
          <w:lang w:eastAsia="cs-CZ"/>
        </w:rPr>
        <w:t>Servisní středisko Prodávajícího pro účely servisu a oprav Předmětu Koupě:</w:t>
      </w:r>
    </w:p>
    <w:p w14:paraId="3A55C260" w14:textId="77777777" w:rsidR="00452E81" w:rsidRPr="00734695" w:rsidRDefault="00452E81" w:rsidP="00452E81">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34695">
        <w:rPr>
          <w:rFonts w:eastAsia="Times New Roman" w:cs="Times New Roman"/>
          <w:lang w:eastAsia="cs-CZ"/>
        </w:rPr>
        <w:t xml:space="preserve">Název provozovny prodávajícího: </w:t>
      </w:r>
      <w:r w:rsidRPr="00734695">
        <w:rPr>
          <w:highlight w:val="yellow"/>
        </w:rPr>
        <w:t>"[VLOŽÍ PRODÁVAJÍCÍ]"</w:t>
      </w:r>
      <w:r w:rsidRPr="00734695">
        <w:rPr>
          <w:rFonts w:eastAsia="Times New Roman" w:cs="Times New Roman"/>
          <w:lang w:eastAsia="cs-CZ"/>
        </w:rPr>
        <w:t xml:space="preserve"> </w:t>
      </w:r>
    </w:p>
    <w:p w14:paraId="070EA87B" w14:textId="77777777" w:rsidR="00452E81" w:rsidRPr="00734695" w:rsidRDefault="00452E81" w:rsidP="00452E81">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34695">
        <w:rPr>
          <w:rFonts w:eastAsia="Times New Roman" w:cs="Times New Roman"/>
          <w:lang w:eastAsia="cs-CZ"/>
        </w:rPr>
        <w:t xml:space="preserve">Adresa: </w:t>
      </w:r>
      <w:r w:rsidRPr="00734695">
        <w:rPr>
          <w:highlight w:val="yellow"/>
        </w:rPr>
        <w:t>"[VLOŽÍ PRODÁVAJÍCÍ]"</w:t>
      </w:r>
      <w:r w:rsidRPr="00734695">
        <w:rPr>
          <w:rFonts w:eastAsia="Times New Roman" w:cs="Times New Roman"/>
          <w:lang w:eastAsia="cs-CZ"/>
        </w:rPr>
        <w:t xml:space="preserve"> </w:t>
      </w:r>
    </w:p>
    <w:p w14:paraId="586234B9" w14:textId="77777777" w:rsidR="00452E81" w:rsidRDefault="00452E81" w:rsidP="00452E81">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34695">
        <w:rPr>
          <w:rFonts w:eastAsia="Times New Roman" w:cs="Times New Roman"/>
          <w:lang w:eastAsia="cs-CZ"/>
        </w:rPr>
        <w:lastRenderedPageBreak/>
        <w:t xml:space="preserve">GPS: </w:t>
      </w:r>
      <w:r w:rsidRPr="00734695">
        <w:rPr>
          <w:highlight w:val="yellow"/>
        </w:rPr>
        <w:t>"[VLOŽÍ PRODÁVAJÍCÍ]"</w:t>
      </w:r>
      <w:r w:rsidRPr="00A024D7">
        <w:rPr>
          <w:rFonts w:eastAsia="Times New Roman" w:cs="Times New Roman"/>
          <w:lang w:eastAsia="cs-CZ"/>
        </w:rPr>
        <w:t xml:space="preserve"> </w:t>
      </w:r>
      <w:r>
        <w:rPr>
          <w:rFonts w:eastAsia="Times New Roman" w:cs="Times New Roman"/>
          <w:lang w:eastAsia="cs-CZ"/>
        </w:rPr>
        <w:t xml:space="preserve"> </w:t>
      </w:r>
    </w:p>
    <w:p w14:paraId="6E8C977A" w14:textId="160F1A1A" w:rsidR="00452E81" w:rsidRDefault="00452E81"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w:t>
      </w:r>
      <w:r w:rsidR="00551EFD">
        <w:rPr>
          <w:rFonts w:eastAsia="Times New Roman" w:cs="Times New Roman"/>
          <w:lang w:eastAsia="cs-CZ"/>
        </w:rPr>
        <w:t xml:space="preserve">výše a </w:t>
      </w:r>
      <w:r>
        <w:rPr>
          <w:rFonts w:eastAsia="Times New Roman" w:cs="Times New Roman"/>
          <w:lang w:eastAsia="cs-CZ"/>
        </w:rPr>
        <w:t>dále jen „Místo opravy“).</w:t>
      </w:r>
    </w:p>
    <w:p w14:paraId="085CBD11" w14:textId="27455C43" w:rsidR="00551EFD" w:rsidRPr="00F4008F" w:rsidRDefault="00551EFD"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bookmarkStart w:id="3" w:name="_Hlk167039070"/>
      <w:r w:rsidRPr="00784458">
        <w:rPr>
          <w:color w:val="FF0000"/>
          <w:highlight w:val="lightGray"/>
        </w:rPr>
        <w:t xml:space="preserve">(pozn.: </w:t>
      </w:r>
      <w:r w:rsidRPr="00784458">
        <w:rPr>
          <w:i/>
          <w:color w:val="FF0000"/>
          <w:highlight w:val="lightGray"/>
        </w:rPr>
        <w:t>splňuje-li podmínku dosahu více provozoven či autorizovaných servisů, uvede Kupující v tomto článku všechny provozovny</w:t>
      </w:r>
      <w:r w:rsidRPr="00784458">
        <w:rPr>
          <w:color w:val="FF0000"/>
          <w:highlight w:val="lightGray"/>
        </w:rPr>
        <w:t>)</w:t>
      </w:r>
    </w:p>
    <w:bookmarkEnd w:id="3"/>
    <w:p w14:paraId="761E12E9" w14:textId="06F1D2EC" w:rsidR="00F34FAC" w:rsidRPr="00E7775B" w:rsidRDefault="00E7775B" w:rsidP="00F34FAC">
      <w:pPr>
        <w:pStyle w:val="Text1-1"/>
      </w:pPr>
      <w:r w:rsidRPr="00E7775B">
        <w:t>Neobsazeno</w:t>
      </w:r>
      <w:r w:rsidR="00F34FAC" w:rsidRPr="00E7775B">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57D0439C"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551EFD" w:rsidRPr="00AF0065">
        <w:rPr>
          <w:rFonts w:ascii="Verdana" w:hAnsi="Verdana" w:cstheme="minorHAnsi"/>
        </w:rPr>
        <w:t>inovací,</w:t>
      </w:r>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E7775B">
        <w:t>Kupující</w:t>
      </w:r>
      <w:r w:rsidRPr="00E7775B">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4"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4"/>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5"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5"/>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6"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6"/>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lastRenderedPageBreak/>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376977">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7" w:name="Text18"/>
      <w:r w:rsidR="00FE6762">
        <w:instrText xml:space="preserve"> FORMTEXT </w:instrText>
      </w:r>
      <w:r w:rsidR="00FE6762">
        <w:fldChar w:fldCharType="separate"/>
      </w:r>
      <w:r w:rsidR="00FE6762">
        <w:rPr>
          <w:noProof/>
        </w:rPr>
        <w:t>"[VLOŽÍ PRODÁVAJÍCÍ]"</w:t>
      </w:r>
      <w:r w:rsidR="00FE6762">
        <w:fldChar w:fldCharType="end"/>
      </w:r>
      <w:bookmarkEnd w:id="7"/>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9"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0" w:name="ListAnnex04"/>
      <w:tr w:rsidR="00214C3E" w:rsidRPr="00F97DBD" w14:paraId="0AAD41A9" w14:textId="77777777" w:rsidTr="009032FF">
        <w:trPr>
          <w:jc w:val="center"/>
        </w:trPr>
        <w:tc>
          <w:tcPr>
            <w:tcW w:w="2031" w:type="pct"/>
          </w:tcPr>
          <w:p w14:paraId="28E55E32" w14:textId="0BDDD0D2" w:rsidR="00214C3E" w:rsidRPr="00197EAC" w:rsidRDefault="00214C3E" w:rsidP="00214C3E">
            <w:pPr>
              <w:pStyle w:val="Textbezslovn"/>
            </w:pPr>
            <w:r w:rsidRPr="00197EAC">
              <w:fldChar w:fldCharType="begin"/>
            </w:r>
            <w:r w:rsidRPr="00197EAC">
              <w:instrText xml:space="preserve"> HYPERLINK  \l "Annex04" </w:instrText>
            </w:r>
            <w:r w:rsidRPr="00197EAC">
              <w:fldChar w:fldCharType="separate"/>
            </w:r>
            <w:r w:rsidRPr="00197EAC">
              <w:rPr>
                <w:rStyle w:val="Hypertextovodkaz"/>
                <w:rFonts w:cs="Calibri"/>
                <w:color w:val="auto"/>
              </w:rPr>
              <w:t xml:space="preserve">Příloha č. </w:t>
            </w:r>
            <w:r w:rsidR="001E44D1" w:rsidRPr="00197EAC">
              <w:rPr>
                <w:rStyle w:val="Hypertextovodkaz"/>
                <w:rFonts w:cs="Calibri"/>
                <w:color w:val="auto"/>
              </w:rPr>
              <w:t>3</w:t>
            </w:r>
            <w:bookmarkEnd w:id="10"/>
            <w:r w:rsidRPr="00197EAC">
              <w:fldChar w:fldCharType="end"/>
            </w:r>
            <w:r w:rsidRPr="00197EAC">
              <w:t>:</w:t>
            </w:r>
          </w:p>
        </w:tc>
        <w:tc>
          <w:tcPr>
            <w:tcW w:w="2969" w:type="pct"/>
          </w:tcPr>
          <w:p w14:paraId="025B7BE9" w14:textId="03A046BB" w:rsidR="00214C3E" w:rsidRPr="00197EAC" w:rsidRDefault="00197EAC" w:rsidP="000D2628">
            <w:pPr>
              <w:pStyle w:val="Textbezslovn"/>
              <w:ind w:hanging="136"/>
            </w:pPr>
            <w:r w:rsidRPr="00197EAC">
              <w:t>neobsazeno</w:t>
            </w:r>
          </w:p>
        </w:tc>
      </w:tr>
      <w:tr w:rsidR="001E44D1" w:rsidRPr="00F97DBD" w14:paraId="086497E9" w14:textId="77777777" w:rsidTr="009032FF">
        <w:trPr>
          <w:jc w:val="center"/>
        </w:trPr>
        <w:tc>
          <w:tcPr>
            <w:tcW w:w="2031" w:type="pct"/>
          </w:tcPr>
          <w:p w14:paraId="32F3AFE8" w14:textId="725A0EAF" w:rsidR="001E44D1" w:rsidRPr="00197EAC" w:rsidRDefault="00784458" w:rsidP="001E44D1">
            <w:pPr>
              <w:pStyle w:val="Textbezslovn"/>
            </w:pPr>
            <w:hyperlink w:anchor="Annex04" w:history="1">
              <w:r w:rsidR="001E44D1" w:rsidRPr="00197EAC">
                <w:rPr>
                  <w:rStyle w:val="Hypertextovodkaz"/>
                  <w:rFonts w:cs="Calibri"/>
                  <w:color w:val="auto"/>
                </w:rPr>
                <w:t>Příloha č. 4</w:t>
              </w:r>
            </w:hyperlink>
            <w:r w:rsidR="001E44D1" w:rsidRPr="00197EAC">
              <w:t>:</w:t>
            </w:r>
          </w:p>
        </w:tc>
        <w:tc>
          <w:tcPr>
            <w:tcW w:w="2969" w:type="pct"/>
          </w:tcPr>
          <w:p w14:paraId="49B03817" w14:textId="53BF3531" w:rsidR="001E44D1" w:rsidRPr="00197EAC" w:rsidRDefault="001E44D1" w:rsidP="001E44D1">
            <w:pPr>
              <w:pStyle w:val="Textbezslovn"/>
              <w:ind w:hanging="136"/>
            </w:pPr>
            <w:r w:rsidRPr="00197EAC">
              <w:rPr>
                <w:highlight w:val="lightGray"/>
              </w:rPr>
              <w:t>Seznam poddodavatelů</w:t>
            </w:r>
            <w:r w:rsidRPr="00197EAC">
              <w:t xml:space="preserve"> </w:t>
            </w:r>
          </w:p>
        </w:tc>
      </w:tr>
      <w:bookmarkStart w:id="11" w:name="ListAnnex05"/>
      <w:tr w:rsidR="001E44D1" w:rsidRPr="00F97DBD" w14:paraId="7F332280" w14:textId="77777777" w:rsidTr="009032FF">
        <w:trPr>
          <w:jc w:val="center"/>
        </w:trPr>
        <w:tc>
          <w:tcPr>
            <w:tcW w:w="2031" w:type="pct"/>
          </w:tcPr>
          <w:p w14:paraId="33BCA3B9" w14:textId="77777777" w:rsidR="001E44D1" w:rsidRPr="00197EAC" w:rsidRDefault="001E44D1" w:rsidP="001E44D1">
            <w:pPr>
              <w:pStyle w:val="Textbezslovn"/>
            </w:pPr>
            <w:r w:rsidRPr="00197EAC">
              <w:fldChar w:fldCharType="begin"/>
            </w:r>
            <w:r w:rsidRPr="00197EAC">
              <w:instrText xml:space="preserve"> HYPERLINK  \l "Annex05" </w:instrText>
            </w:r>
            <w:r w:rsidRPr="00197EAC">
              <w:fldChar w:fldCharType="separate"/>
            </w:r>
            <w:r w:rsidRPr="00197EAC">
              <w:rPr>
                <w:rStyle w:val="Hypertextovodkaz"/>
                <w:rFonts w:cs="Calibri"/>
                <w:color w:val="auto"/>
              </w:rPr>
              <w:t>Příloha č. 5</w:t>
            </w:r>
            <w:bookmarkEnd w:id="11"/>
            <w:r w:rsidRPr="00197EAC">
              <w:fldChar w:fldCharType="end"/>
            </w:r>
            <w:r w:rsidRPr="00197EAC">
              <w:t>:</w:t>
            </w:r>
          </w:p>
        </w:tc>
        <w:tc>
          <w:tcPr>
            <w:tcW w:w="2969" w:type="pct"/>
          </w:tcPr>
          <w:p w14:paraId="66E1CAEF" w14:textId="242C3BFF" w:rsidR="001E44D1" w:rsidRPr="00197EAC" w:rsidRDefault="001E44D1" w:rsidP="001E44D1">
            <w:pPr>
              <w:pStyle w:val="Textbezslovn"/>
              <w:ind w:hanging="136"/>
            </w:pPr>
            <w:r w:rsidRPr="00197EAC">
              <w:t>neobsazeno</w:t>
            </w:r>
          </w:p>
        </w:tc>
      </w:tr>
      <w:bookmarkStart w:id="12"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2"/>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78DE771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FD206" w14:textId="77777777" w:rsidR="0022755A" w:rsidRDefault="0022755A" w:rsidP="00962258">
      <w:pPr>
        <w:spacing w:after="0" w:line="240" w:lineRule="auto"/>
      </w:pPr>
      <w:r>
        <w:separator/>
      </w:r>
    </w:p>
  </w:endnote>
  <w:endnote w:type="continuationSeparator" w:id="0">
    <w:p w14:paraId="17849748" w14:textId="77777777" w:rsidR="0022755A" w:rsidRDefault="002275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7E8E98C6"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445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3208149A" w:rsidR="00285E8B" w:rsidRPr="00E7415D" w:rsidRDefault="00285E8B" w:rsidP="00A15E97">
          <w:pPr>
            <w:pStyle w:val="Zpat0"/>
            <w:rPr>
              <w:b/>
            </w:rPr>
          </w:pPr>
          <w:r>
            <w:t>VZ 635</w:t>
          </w:r>
          <w:r w:rsidR="005C6811">
            <w:t>24076</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8923B5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44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3C9E2C3F" w:rsidR="00285E8B" w:rsidRDefault="001E44D1" w:rsidP="001E44D1">
          <w:pPr>
            <w:pStyle w:val="Zpat0"/>
          </w:pPr>
          <w:r>
            <w:t>VS 635</w:t>
          </w:r>
          <w:r w:rsidR="00197EAC">
            <w:t>24076</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9A2C9F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44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2BA8E3F3" w:rsidR="00285E8B" w:rsidRDefault="001E44D1" w:rsidP="001E44D1">
          <w:pPr>
            <w:pStyle w:val="Zpat0"/>
          </w:pPr>
          <w:r>
            <w:t>VS 635</w:t>
          </w:r>
          <w:r w:rsidR="00197EAC">
            <w:t>24076</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218CB28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44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198A63D4" w:rsidR="00285E8B" w:rsidRDefault="001E44D1" w:rsidP="001E44D1">
          <w:pPr>
            <w:pStyle w:val="Zpat0"/>
          </w:pPr>
          <w:r>
            <w:t>VS 635</w:t>
          </w:r>
          <w:r w:rsidR="00197EAC">
            <w:t>24076</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21669FE9"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44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470470E6" w:rsidR="001E44D1" w:rsidRDefault="001E44D1" w:rsidP="001E44D1">
          <w:pPr>
            <w:pStyle w:val="Zpat0"/>
          </w:pPr>
          <w:r>
            <w:t>VS 635</w:t>
          </w:r>
          <w:r w:rsidR="00197EAC">
            <w:t>24076</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0A984" w14:textId="77777777" w:rsidR="0022755A" w:rsidRDefault="0022755A" w:rsidP="00962258">
      <w:pPr>
        <w:spacing w:after="0" w:line="240" w:lineRule="auto"/>
      </w:pPr>
      <w:r>
        <w:separator/>
      </w:r>
    </w:p>
  </w:footnote>
  <w:footnote w:type="continuationSeparator" w:id="0">
    <w:p w14:paraId="1BF43073" w14:textId="77777777" w:rsidR="0022755A" w:rsidRDefault="0022755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56252AC"/>
    <w:multiLevelType w:val="multilevel"/>
    <w:tmpl w:val="A998D5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EDC1A76"/>
    <w:multiLevelType w:val="multilevel"/>
    <w:tmpl w:val="7FC62EF6"/>
    <w:lvl w:ilvl="0">
      <w:start w:val="1"/>
      <w:numFmt w:val="bullet"/>
      <w:lvlText w:val=""/>
      <w:lvlJc w:val="left"/>
      <w:pPr>
        <w:ind w:left="360" w:hanging="360"/>
      </w:pPr>
      <w:rPr>
        <w:rFonts w:ascii="Symbol" w:hAnsi="Symbol"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0602103">
    <w:abstractNumId w:val="3"/>
  </w:num>
  <w:num w:numId="2" w16cid:durableId="1778796375">
    <w:abstractNumId w:val="1"/>
  </w:num>
  <w:num w:numId="3" w16cid:durableId="1740907183">
    <w:abstractNumId w:val="12"/>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1"/>
  </w:num>
  <w:num w:numId="9" w16cid:durableId="1262713645">
    <w:abstractNumId w:val="0"/>
  </w:num>
  <w:num w:numId="10" w16cid:durableId="1978752850">
    <w:abstractNumId w:val="2"/>
  </w:num>
  <w:num w:numId="11" w16cid:durableId="312174828">
    <w:abstractNumId w:val="13"/>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 w:numId="18" w16cid:durableId="1319336928">
    <w:abstractNumId w:val="14"/>
  </w:num>
  <w:num w:numId="19" w16cid:durableId="10115167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1277"/>
    <w:rsid w:val="001747C1"/>
    <w:rsid w:val="00177D6B"/>
    <w:rsid w:val="001913F8"/>
    <w:rsid w:val="00191F90"/>
    <w:rsid w:val="00197EAC"/>
    <w:rsid w:val="001A4E40"/>
    <w:rsid w:val="001B4E74"/>
    <w:rsid w:val="001C2F27"/>
    <w:rsid w:val="001C3314"/>
    <w:rsid w:val="001C645F"/>
    <w:rsid w:val="001E44D1"/>
    <w:rsid w:val="001E678E"/>
    <w:rsid w:val="00201932"/>
    <w:rsid w:val="002038D5"/>
    <w:rsid w:val="002071BB"/>
    <w:rsid w:val="00207854"/>
    <w:rsid w:val="00207DF5"/>
    <w:rsid w:val="00214C3E"/>
    <w:rsid w:val="0022755A"/>
    <w:rsid w:val="00237223"/>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276C"/>
    <w:rsid w:val="002D7FD6"/>
    <w:rsid w:val="002E0CD7"/>
    <w:rsid w:val="002E0CFB"/>
    <w:rsid w:val="002E1C36"/>
    <w:rsid w:val="002E5C7B"/>
    <w:rsid w:val="002F40BA"/>
    <w:rsid w:val="002F4333"/>
    <w:rsid w:val="002F6CCC"/>
    <w:rsid w:val="00301DDD"/>
    <w:rsid w:val="0031741B"/>
    <w:rsid w:val="00327EEF"/>
    <w:rsid w:val="0033239F"/>
    <w:rsid w:val="00337891"/>
    <w:rsid w:val="0034274B"/>
    <w:rsid w:val="0034719F"/>
    <w:rsid w:val="00350A35"/>
    <w:rsid w:val="003571D8"/>
    <w:rsid w:val="00357ABC"/>
    <w:rsid w:val="00357BC6"/>
    <w:rsid w:val="00361422"/>
    <w:rsid w:val="0037545D"/>
    <w:rsid w:val="0037606B"/>
    <w:rsid w:val="00376977"/>
    <w:rsid w:val="00381EFC"/>
    <w:rsid w:val="0038519D"/>
    <w:rsid w:val="00392910"/>
    <w:rsid w:val="00392EB6"/>
    <w:rsid w:val="003956C6"/>
    <w:rsid w:val="003A197F"/>
    <w:rsid w:val="003A407B"/>
    <w:rsid w:val="003B065F"/>
    <w:rsid w:val="003B5A9F"/>
    <w:rsid w:val="003C33F2"/>
    <w:rsid w:val="003D4C45"/>
    <w:rsid w:val="003D756E"/>
    <w:rsid w:val="003E1F3C"/>
    <w:rsid w:val="003E420D"/>
    <w:rsid w:val="003E4C13"/>
    <w:rsid w:val="003F391C"/>
    <w:rsid w:val="004078F3"/>
    <w:rsid w:val="004130EE"/>
    <w:rsid w:val="00427794"/>
    <w:rsid w:val="00450F07"/>
    <w:rsid w:val="00452E81"/>
    <w:rsid w:val="00453CD3"/>
    <w:rsid w:val="00454369"/>
    <w:rsid w:val="00456496"/>
    <w:rsid w:val="0046002F"/>
    <w:rsid w:val="00460660"/>
    <w:rsid w:val="00463561"/>
    <w:rsid w:val="00464BA9"/>
    <w:rsid w:val="00474E0B"/>
    <w:rsid w:val="00483969"/>
    <w:rsid w:val="00485CE8"/>
    <w:rsid w:val="00486107"/>
    <w:rsid w:val="004904BE"/>
    <w:rsid w:val="00491827"/>
    <w:rsid w:val="004C3164"/>
    <w:rsid w:val="004C4399"/>
    <w:rsid w:val="004C787C"/>
    <w:rsid w:val="004D09FB"/>
    <w:rsid w:val="004D5F36"/>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1EFD"/>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C6811"/>
    <w:rsid w:val="005D3C39"/>
    <w:rsid w:val="005F0FB8"/>
    <w:rsid w:val="005F5FFB"/>
    <w:rsid w:val="00601A8C"/>
    <w:rsid w:val="0061068E"/>
    <w:rsid w:val="006115D3"/>
    <w:rsid w:val="00611DEA"/>
    <w:rsid w:val="00615D83"/>
    <w:rsid w:val="00616D12"/>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458"/>
    <w:rsid w:val="007846E1"/>
    <w:rsid w:val="007847D6"/>
    <w:rsid w:val="00784C56"/>
    <w:rsid w:val="00794656"/>
    <w:rsid w:val="007A5172"/>
    <w:rsid w:val="007A581E"/>
    <w:rsid w:val="007A67A0"/>
    <w:rsid w:val="007B0432"/>
    <w:rsid w:val="007B570C"/>
    <w:rsid w:val="007C34D3"/>
    <w:rsid w:val="007C3889"/>
    <w:rsid w:val="007E2B77"/>
    <w:rsid w:val="007E438F"/>
    <w:rsid w:val="007E4A6E"/>
    <w:rsid w:val="007F56A7"/>
    <w:rsid w:val="00800851"/>
    <w:rsid w:val="00807DD0"/>
    <w:rsid w:val="008105B1"/>
    <w:rsid w:val="00811B8F"/>
    <w:rsid w:val="00812D5B"/>
    <w:rsid w:val="00821D01"/>
    <w:rsid w:val="00826B7B"/>
    <w:rsid w:val="00830C9D"/>
    <w:rsid w:val="008363F0"/>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D5BF2"/>
    <w:rsid w:val="009E07F4"/>
    <w:rsid w:val="009E3A23"/>
    <w:rsid w:val="009E43EC"/>
    <w:rsid w:val="009E7AA5"/>
    <w:rsid w:val="009F0867"/>
    <w:rsid w:val="009F309B"/>
    <w:rsid w:val="009F392E"/>
    <w:rsid w:val="009F53C5"/>
    <w:rsid w:val="009F638B"/>
    <w:rsid w:val="009F79F2"/>
    <w:rsid w:val="00A0740E"/>
    <w:rsid w:val="00A10713"/>
    <w:rsid w:val="00A10CFF"/>
    <w:rsid w:val="00A14B22"/>
    <w:rsid w:val="00A1575E"/>
    <w:rsid w:val="00A15E97"/>
    <w:rsid w:val="00A21A01"/>
    <w:rsid w:val="00A302DF"/>
    <w:rsid w:val="00A3225F"/>
    <w:rsid w:val="00A40CD0"/>
    <w:rsid w:val="00A50641"/>
    <w:rsid w:val="00A50EA6"/>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2B0C"/>
    <w:rsid w:val="00B5431A"/>
    <w:rsid w:val="00B55C2C"/>
    <w:rsid w:val="00B55EA5"/>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46BEE"/>
    <w:rsid w:val="00C537CD"/>
    <w:rsid w:val="00C55CEB"/>
    <w:rsid w:val="00C6198E"/>
    <w:rsid w:val="00C6261A"/>
    <w:rsid w:val="00C642FD"/>
    <w:rsid w:val="00C67B70"/>
    <w:rsid w:val="00C708EA"/>
    <w:rsid w:val="00C778A5"/>
    <w:rsid w:val="00C95162"/>
    <w:rsid w:val="00CB26AA"/>
    <w:rsid w:val="00CB4F6D"/>
    <w:rsid w:val="00CB6A37"/>
    <w:rsid w:val="00CB7684"/>
    <w:rsid w:val="00CC3DF0"/>
    <w:rsid w:val="00CC7C8F"/>
    <w:rsid w:val="00CD1FC4"/>
    <w:rsid w:val="00D03372"/>
    <w:rsid w:val="00D034A0"/>
    <w:rsid w:val="00D1366C"/>
    <w:rsid w:val="00D16C9D"/>
    <w:rsid w:val="00D21061"/>
    <w:rsid w:val="00D32554"/>
    <w:rsid w:val="00D37786"/>
    <w:rsid w:val="00D40214"/>
    <w:rsid w:val="00D4108E"/>
    <w:rsid w:val="00D4328E"/>
    <w:rsid w:val="00D46BC5"/>
    <w:rsid w:val="00D476D4"/>
    <w:rsid w:val="00D56478"/>
    <w:rsid w:val="00D61094"/>
    <w:rsid w:val="00D6163D"/>
    <w:rsid w:val="00D65B4A"/>
    <w:rsid w:val="00D831A3"/>
    <w:rsid w:val="00D83EC9"/>
    <w:rsid w:val="00D85EC4"/>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7775B"/>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0F"/>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13</Pages>
  <Words>3720</Words>
  <Characters>21952</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Vítek Antonín, Ing.</cp:lastModifiedBy>
  <cp:revision>3</cp:revision>
  <cp:lastPrinted>2019-09-27T11:09:00Z</cp:lastPrinted>
  <dcterms:created xsi:type="dcterms:W3CDTF">2024-05-20T04:57:00Z</dcterms:created>
  <dcterms:modified xsi:type="dcterms:W3CDTF">2024-05-20T04:58:00Z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